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6371" w14:textId="56F6E3B1" w:rsidR="00221397" w:rsidRPr="002A070A" w:rsidRDefault="00221397" w:rsidP="00D824E5">
      <w:pPr>
        <w:spacing w:after="120" w:line="480" w:lineRule="auto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 w14:paraId="3A0D67BD" w14:textId="4911E0E1" w:rsidR="00557597" w:rsidRPr="00D824E5" w:rsidRDefault="00221397" w:rsidP="00221397">
      <w:pPr>
        <w:ind w:right="-1"/>
        <w:rPr>
          <w:rFonts w:cs="Arial"/>
          <w:b/>
          <w:color w:val="000000" w:themeColor="text1"/>
          <w:sz w:val="20"/>
          <w:szCs w:val="20"/>
        </w:rPr>
      </w:pPr>
      <w:r w:rsidRPr="00D824E5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D824E5">
        <w:rPr>
          <w:rFonts w:cs="Arial"/>
          <w:b/>
          <w:sz w:val="20"/>
          <w:szCs w:val="20"/>
        </w:rPr>
        <w:t xml:space="preserve">: </w:t>
      </w:r>
      <w:r w:rsidR="00633AD3" w:rsidRPr="00D3546F">
        <w:rPr>
          <w:rFonts w:cs="Arial"/>
          <w:b/>
          <w:color w:val="000000" w:themeColor="text1"/>
          <w:sz w:val="20"/>
          <w:szCs w:val="20"/>
        </w:rPr>
        <w:t xml:space="preserve">Dodávky </w:t>
      </w:r>
      <w:r w:rsidR="00633AD3">
        <w:rPr>
          <w:rFonts w:cs="Arial"/>
          <w:b/>
          <w:color w:val="000000" w:themeColor="text1"/>
          <w:sz w:val="20"/>
          <w:szCs w:val="20"/>
        </w:rPr>
        <w:t>nemocničních lůžek standard včetně příslušenství pro Krajskou zdravotní, a.s. 2025</w:t>
      </w:r>
    </w:p>
    <w:p w14:paraId="214E6149" w14:textId="77777777" w:rsidR="002A070A" w:rsidRPr="00BC0BD0" w:rsidRDefault="002A070A" w:rsidP="00221397">
      <w:pPr>
        <w:ind w:right="-1"/>
        <w:rPr>
          <w:rFonts w:cs="Arial"/>
          <w:b/>
          <w:iCs/>
          <w:sz w:val="4"/>
          <w:szCs w:val="4"/>
        </w:rPr>
      </w:pPr>
    </w:p>
    <w:p w14:paraId="710D2BAD" w14:textId="1F7DD97E" w:rsidR="00221397" w:rsidRPr="00D824E5" w:rsidRDefault="00221397" w:rsidP="00221397">
      <w:pPr>
        <w:ind w:right="-1"/>
        <w:rPr>
          <w:rFonts w:eastAsia="Calibri" w:cs="Arial"/>
          <w:b/>
          <w:caps/>
          <w:sz w:val="20"/>
          <w:szCs w:val="20"/>
          <w:u w:val="single"/>
        </w:rPr>
      </w:pPr>
      <w:r w:rsidRPr="00D824E5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221397" w:rsidRPr="00D824E5" w14:paraId="56D80CF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EDE72D5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46E83F7A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5038F27D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975BA1E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7471E3B1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05D7E951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3BB828C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3B8C063B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2277432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71E80C6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783EF62E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34181E90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4577C71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3B4DD604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1C593C40" w14:textId="77777777" w:rsidR="00221397" w:rsidRPr="00F73459" w:rsidRDefault="00221397" w:rsidP="00221397">
      <w:pPr>
        <w:spacing w:after="120"/>
        <w:ind w:right="-1"/>
        <w:jc w:val="both"/>
        <w:outlineLvl w:val="0"/>
        <w:rPr>
          <w:rFonts w:eastAsia="Calibri" w:cs="Arial"/>
          <w:b/>
          <w:sz w:val="10"/>
          <w:szCs w:val="10"/>
        </w:rPr>
      </w:pPr>
    </w:p>
    <w:p w14:paraId="26693719" w14:textId="77777777" w:rsidR="00221397" w:rsidRPr="00D824E5" w:rsidRDefault="00221397" w:rsidP="00221397">
      <w:pPr>
        <w:spacing w:after="120" w:line="240" w:lineRule="auto"/>
        <w:jc w:val="both"/>
        <w:outlineLvl w:val="0"/>
        <w:rPr>
          <w:rFonts w:eastAsia="Calibri" w:cs="Arial"/>
          <w:b/>
          <w:sz w:val="20"/>
          <w:szCs w:val="20"/>
        </w:rPr>
      </w:pPr>
      <w:r w:rsidRPr="00D824E5">
        <w:rPr>
          <w:rFonts w:eastAsia="Calibri" w:cs="Arial"/>
          <w:b/>
          <w:sz w:val="20"/>
          <w:szCs w:val="20"/>
        </w:rPr>
        <w:t>Účastník tímto v souladu s ustanovením § 86 odst. 2 zákona č. 134/2016 Sb., o zadávání veřejných zakázek (dále jen „</w:t>
      </w:r>
      <w:r w:rsidRPr="00D824E5">
        <w:rPr>
          <w:rFonts w:eastAsia="Calibri" w:cs="Arial"/>
          <w:b/>
          <w:i/>
          <w:sz w:val="20"/>
          <w:szCs w:val="20"/>
        </w:rPr>
        <w:t>zákon</w:t>
      </w:r>
      <w:r w:rsidRPr="00D824E5">
        <w:rPr>
          <w:rFonts w:eastAsia="Calibri" w:cs="Arial"/>
          <w:b/>
          <w:sz w:val="20"/>
          <w:szCs w:val="20"/>
        </w:rPr>
        <w:t>“), čestně prohlašuje, že splňuje zákonem a zadavatelem požadovanou kvalifikaci. Obsah čestného prohlášení je uveden níže.</w:t>
      </w:r>
    </w:p>
    <w:p w14:paraId="2D737760" w14:textId="77777777" w:rsidR="00221397" w:rsidRPr="00F73459" w:rsidRDefault="00221397" w:rsidP="00221397">
      <w:pPr>
        <w:spacing w:after="120" w:line="240" w:lineRule="auto"/>
        <w:ind w:right="-1"/>
        <w:jc w:val="both"/>
        <w:outlineLvl w:val="0"/>
        <w:rPr>
          <w:rFonts w:eastAsia="Calibri" w:cs="Arial"/>
          <w:b/>
          <w:sz w:val="10"/>
          <w:szCs w:val="10"/>
        </w:rPr>
      </w:pPr>
    </w:p>
    <w:p w14:paraId="41B767AE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D824E5">
        <w:rPr>
          <w:rFonts w:eastAsia="Calibri" w:cs="Arial"/>
          <w:b/>
          <w:sz w:val="20"/>
          <w:szCs w:val="20"/>
          <w:u w:val="single"/>
        </w:rPr>
        <w:t>ZÁKLADNÍ ZPŮSOBILOST</w:t>
      </w:r>
    </w:p>
    <w:p w14:paraId="341154D4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D824E5">
        <w:rPr>
          <w:rFonts w:eastAsia="Calibri" w:cs="Arial"/>
          <w:sz w:val="20"/>
          <w:szCs w:val="20"/>
        </w:rPr>
        <w:t xml:space="preserve">Ve vztahu k základní způsobilosti dle ustanovení </w:t>
      </w:r>
      <w:r w:rsidRPr="00D824E5">
        <w:rPr>
          <w:rFonts w:eastAsia="Calibri" w:cs="Arial"/>
          <w:b/>
          <w:sz w:val="20"/>
          <w:szCs w:val="20"/>
        </w:rPr>
        <w:t>§ 74 zákona</w:t>
      </w:r>
      <w:r w:rsidRPr="00D824E5">
        <w:rPr>
          <w:rFonts w:eastAsia="Calibri" w:cs="Arial"/>
          <w:sz w:val="20"/>
          <w:szCs w:val="20"/>
        </w:rPr>
        <w:t xml:space="preserve"> dodavatel prohlašuje, že splňuje tuto základní způsobilost v rozsahu požadovaném zákonem a zadavatelem. </w:t>
      </w:r>
    </w:p>
    <w:p w14:paraId="17F021F5" w14:textId="77777777" w:rsidR="00221397" w:rsidRPr="00F73459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16"/>
          <w:szCs w:val="16"/>
        </w:rPr>
      </w:pPr>
    </w:p>
    <w:p w14:paraId="72537EC8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D824E5">
        <w:rPr>
          <w:rFonts w:eastAsia="Calibri" w:cs="Arial"/>
          <w:b/>
          <w:sz w:val="20"/>
          <w:szCs w:val="20"/>
          <w:u w:val="single"/>
        </w:rPr>
        <w:t>PROFESNÍ ZPŮSOBILOST</w:t>
      </w:r>
    </w:p>
    <w:p w14:paraId="0833A324" w14:textId="466865F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D824E5">
        <w:rPr>
          <w:rFonts w:eastAsia="Calibri" w:cs="Arial"/>
          <w:sz w:val="20"/>
          <w:szCs w:val="20"/>
        </w:rPr>
        <w:t>Ve vztahu k profesní způsobilosti dle ustanovení</w:t>
      </w:r>
      <w:r w:rsidRPr="00D824E5">
        <w:rPr>
          <w:rFonts w:eastAsia="Calibri" w:cs="Arial"/>
          <w:b/>
          <w:sz w:val="20"/>
          <w:szCs w:val="20"/>
        </w:rPr>
        <w:t xml:space="preserve"> § 77 odst. 1</w:t>
      </w:r>
      <w:r w:rsidR="00C42A17" w:rsidRPr="00D824E5">
        <w:rPr>
          <w:rFonts w:eastAsia="Calibri" w:cs="Arial"/>
          <w:b/>
          <w:sz w:val="20"/>
          <w:szCs w:val="20"/>
        </w:rPr>
        <w:t xml:space="preserve"> </w:t>
      </w:r>
      <w:r w:rsidRPr="00D824E5">
        <w:rPr>
          <w:rFonts w:eastAsia="Calibri" w:cs="Arial"/>
          <w:sz w:val="20"/>
          <w:szCs w:val="20"/>
        </w:rPr>
        <w:t>dodavatel prohlašuje, že splňuje tuto profesní způsobilost v rozsahu požadovaném zákonem a zadavatelem.</w:t>
      </w:r>
    </w:p>
    <w:p w14:paraId="40063F85" w14:textId="77777777" w:rsidR="00221397" w:rsidRPr="00F73459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10"/>
          <w:szCs w:val="10"/>
        </w:rPr>
      </w:pPr>
    </w:p>
    <w:p w14:paraId="4ABFA7EF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D824E5">
        <w:rPr>
          <w:rFonts w:eastAsia="Calibri" w:cs="Arial"/>
          <w:b/>
          <w:sz w:val="20"/>
          <w:szCs w:val="20"/>
          <w:u w:val="single"/>
        </w:rPr>
        <w:t>A DÁLE PROHLAŠUJE:</w:t>
      </w:r>
    </w:p>
    <w:p w14:paraId="359A54C4" w14:textId="14993821" w:rsidR="00221397" w:rsidRPr="005751EE" w:rsidRDefault="00221397" w:rsidP="005751EE">
      <w:pPr>
        <w:tabs>
          <w:tab w:val="left" w:pos="567"/>
        </w:tabs>
        <w:spacing w:line="240" w:lineRule="auto"/>
        <w:jc w:val="both"/>
        <w:rPr>
          <w:rFonts w:cs="Arial"/>
          <w:color w:val="00000A"/>
          <w:sz w:val="20"/>
          <w:szCs w:val="20"/>
        </w:rPr>
      </w:pPr>
      <w:r w:rsidRPr="00D824E5">
        <w:rPr>
          <w:rFonts w:cs="Arial"/>
          <w:color w:val="00000A"/>
          <w:sz w:val="20"/>
          <w:szCs w:val="20"/>
        </w:rPr>
        <w:t>Ú</w:t>
      </w:r>
      <w:r w:rsidRPr="005751EE">
        <w:rPr>
          <w:rFonts w:cs="Arial"/>
          <w:color w:val="00000A"/>
          <w:sz w:val="20"/>
          <w:szCs w:val="20"/>
        </w:rPr>
        <w:t xml:space="preserve">častník čestně prohlašuje, že plně a bezvýhradně akceptuje obligatorní návrh </w:t>
      </w:r>
      <w:r w:rsidR="00EA4DB2" w:rsidRPr="005751EE">
        <w:rPr>
          <w:rFonts w:cs="Arial"/>
          <w:color w:val="00000A"/>
          <w:sz w:val="20"/>
          <w:szCs w:val="20"/>
        </w:rPr>
        <w:t>rámcové dohody</w:t>
      </w:r>
      <w:r w:rsidRPr="005751EE">
        <w:rPr>
          <w:rFonts w:cs="Arial"/>
          <w:color w:val="00000A"/>
          <w:sz w:val="20"/>
          <w:szCs w:val="20"/>
        </w:rPr>
        <w:t>, který je přílohou zadávací dokumentace.</w:t>
      </w:r>
    </w:p>
    <w:p w14:paraId="550B1630" w14:textId="255F253A" w:rsidR="005751EE" w:rsidRPr="005751EE" w:rsidRDefault="005751EE" w:rsidP="005751EE">
      <w:pPr>
        <w:tabs>
          <w:tab w:val="left" w:pos="567"/>
        </w:tabs>
        <w:spacing w:line="240" w:lineRule="auto"/>
        <w:jc w:val="both"/>
        <w:rPr>
          <w:rFonts w:cs="Arial"/>
          <w:color w:val="00000A"/>
          <w:sz w:val="20"/>
          <w:szCs w:val="20"/>
        </w:rPr>
      </w:pPr>
    </w:p>
    <w:p w14:paraId="4E23EA3A" w14:textId="47E241E0" w:rsidR="005751EE" w:rsidRPr="005751EE" w:rsidRDefault="005751EE" w:rsidP="005751EE">
      <w:pPr>
        <w:snapToGrid w:val="0"/>
        <w:spacing w:line="240" w:lineRule="auto"/>
        <w:ind w:right="-1"/>
        <w:jc w:val="both"/>
        <w:rPr>
          <w:rFonts w:cs="Arial"/>
          <w:sz w:val="20"/>
          <w:szCs w:val="20"/>
        </w:rPr>
      </w:pPr>
      <w:r w:rsidRPr="005751EE">
        <w:rPr>
          <w:rFonts w:cs="Arial"/>
          <w:color w:val="00000A"/>
          <w:sz w:val="20"/>
          <w:szCs w:val="20"/>
        </w:rPr>
        <w:t>Účastník</w:t>
      </w:r>
      <w:r w:rsidRPr="005751EE">
        <w:rPr>
          <w:rFonts w:cs="Arial"/>
          <w:sz w:val="20"/>
          <w:szCs w:val="20"/>
        </w:rPr>
        <w:t xml:space="preserve"> čestně prohlašuje, že splňuje požadavky zadavatele týkající se povinnosti sjednání pojištění odpovědnosti za škodu způsobenou dodavatelem stanovené v zadávací dokumentaci.</w:t>
      </w:r>
    </w:p>
    <w:p w14:paraId="5FE0F477" w14:textId="77777777" w:rsidR="00F711E0" w:rsidRPr="005751EE" w:rsidRDefault="00F711E0" w:rsidP="005751EE">
      <w:pPr>
        <w:tabs>
          <w:tab w:val="left" w:pos="567"/>
        </w:tabs>
        <w:spacing w:line="240" w:lineRule="auto"/>
        <w:jc w:val="both"/>
        <w:rPr>
          <w:rFonts w:cs="Arial"/>
          <w:color w:val="00000A"/>
          <w:sz w:val="20"/>
          <w:szCs w:val="20"/>
        </w:rPr>
      </w:pPr>
    </w:p>
    <w:p w14:paraId="26DC5E41" w14:textId="68DC23F4" w:rsidR="00AC5222" w:rsidRPr="005751EE" w:rsidRDefault="00AC5222" w:rsidP="005751EE">
      <w:pPr>
        <w:tabs>
          <w:tab w:val="left" w:pos="567"/>
        </w:tabs>
        <w:spacing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5751EE">
        <w:rPr>
          <w:rFonts w:eastAsia="Times New Roman" w:cs="Arial"/>
          <w:color w:val="00000A"/>
          <w:sz w:val="20"/>
          <w:szCs w:val="20"/>
          <w:lang w:eastAsia="cs-CZ"/>
        </w:rPr>
        <w:t>Dodavatel čestně prohlašuje, že zboží je vyrobené z materiálů, které mají certifikáty a atesty zdravotní nezávadnosti, a veškeré povrchy nabízených výrobků včetně příslušenství je možné povrchově dezinfikovat prostředky uvedenými v dezinfekčním programu Krajské zdravotní, a.s.</w:t>
      </w:r>
    </w:p>
    <w:p w14:paraId="771B2EB7" w14:textId="77777777" w:rsidR="00F711E0" w:rsidRPr="005751EE" w:rsidRDefault="00F711E0" w:rsidP="005751EE">
      <w:pPr>
        <w:tabs>
          <w:tab w:val="left" w:pos="567"/>
        </w:tabs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cs-CZ"/>
        </w:rPr>
      </w:pPr>
    </w:p>
    <w:p w14:paraId="6DC95AA9" w14:textId="4156E3B4" w:rsidR="00221397" w:rsidRDefault="00221397" w:rsidP="005751EE">
      <w:pPr>
        <w:snapToGrid w:val="0"/>
        <w:spacing w:line="240" w:lineRule="auto"/>
        <w:jc w:val="both"/>
        <w:rPr>
          <w:rFonts w:cs="Arial"/>
          <w:sz w:val="20"/>
          <w:szCs w:val="20"/>
        </w:rPr>
      </w:pPr>
      <w:r w:rsidRPr="005751EE">
        <w:rPr>
          <w:rFonts w:cs="Arial"/>
          <w:color w:val="00000A"/>
          <w:sz w:val="20"/>
          <w:szCs w:val="20"/>
        </w:rPr>
        <w:t>Účastník</w:t>
      </w:r>
      <w:r w:rsidRPr="005751EE">
        <w:rPr>
          <w:rFonts w:cs="Arial"/>
          <w:sz w:val="20"/>
          <w:szCs w:val="20"/>
        </w:rPr>
        <w:t xml:space="preserve"> čestně prohlašuje, že není obchodní společností, ve které veřejný funkcionář uvedený v § 2 odst. 1 písm. c) zákona </w:t>
      </w:r>
      <w:r w:rsidR="008E64CD" w:rsidRPr="005751EE">
        <w:rPr>
          <w:rFonts w:cs="Arial"/>
          <w:sz w:val="20"/>
          <w:szCs w:val="20"/>
        </w:rPr>
        <w:t xml:space="preserve">č. 159/2006 Sb., </w:t>
      </w:r>
      <w:r w:rsidRPr="005751EE">
        <w:rPr>
          <w:rFonts w:cs="Arial"/>
          <w:sz w:val="20"/>
          <w:szCs w:val="20"/>
        </w:rPr>
        <w:t>o střetu zájmů</w:t>
      </w:r>
      <w:r w:rsidR="008E64CD" w:rsidRPr="005751EE">
        <w:rPr>
          <w:rFonts w:cs="Arial"/>
          <w:sz w:val="20"/>
          <w:szCs w:val="20"/>
        </w:rPr>
        <w:t>,</w:t>
      </w:r>
      <w:r w:rsidRPr="005751EE">
        <w:rPr>
          <w:rFonts w:cs="Arial"/>
          <w:sz w:val="20"/>
          <w:szCs w:val="20"/>
        </w:rPr>
        <w:t xml:space="preserve"> nebo jím ovládaná osoba vlastní podíl představující alespoň 25 % účasti společníka v obchodní společnosti.</w:t>
      </w:r>
    </w:p>
    <w:p w14:paraId="3D6A3E17" w14:textId="2FDCE00F" w:rsidR="00633AD3" w:rsidRDefault="00633AD3" w:rsidP="005751EE">
      <w:pPr>
        <w:snapToGrid w:val="0"/>
        <w:spacing w:line="240" w:lineRule="auto"/>
        <w:jc w:val="both"/>
        <w:rPr>
          <w:rFonts w:cs="Arial"/>
          <w:sz w:val="20"/>
          <w:szCs w:val="20"/>
        </w:rPr>
      </w:pPr>
    </w:p>
    <w:p w14:paraId="478C61E9" w14:textId="3ADF8FF3" w:rsidR="00633AD3" w:rsidRPr="005751EE" w:rsidRDefault="00633AD3" w:rsidP="005751EE">
      <w:pPr>
        <w:snapToGrid w:val="0"/>
        <w:spacing w:line="240" w:lineRule="auto"/>
        <w:jc w:val="both"/>
        <w:rPr>
          <w:rFonts w:cs="Arial"/>
          <w:sz w:val="20"/>
          <w:szCs w:val="20"/>
        </w:rPr>
      </w:pPr>
    </w:p>
    <w:p w14:paraId="3B646FF0" w14:textId="77777777" w:rsidR="00311E60" w:rsidRPr="00311E60" w:rsidRDefault="00311E60" w:rsidP="00311E6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311E60">
        <w:rPr>
          <w:rFonts w:ascii="Arial" w:hAnsi="Arial" w:cs="Arial"/>
          <w:sz w:val="20"/>
          <w:szCs w:val="20"/>
        </w:rPr>
        <w:lastRenderedPageBreak/>
        <w:t>Účastník čestně prohlašuje, že:</w:t>
      </w:r>
    </w:p>
    <w:p w14:paraId="17272335" w14:textId="77777777" w:rsidR="00311E60" w:rsidRPr="00311E60" w:rsidRDefault="00311E60" w:rsidP="00311E60">
      <w:pPr>
        <w:pStyle w:val="Normln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311E60">
        <w:rPr>
          <w:rFonts w:ascii="Arial" w:hAnsi="Arial" w:cs="Arial"/>
          <w:sz w:val="20"/>
          <w:szCs w:val="20"/>
        </w:rPr>
        <w:t>má sídlo (nebo místo podnikání) v členském státě Evropské unie, Evropského hospodářského prostoru nebo ve státě, se kterým má Česká republika nebo Evropská unie uzavřenou mezinárodní dohodu o přístupu k veřejným zakázkám;</w:t>
      </w:r>
    </w:p>
    <w:p w14:paraId="537E53A3" w14:textId="77777777" w:rsidR="00311E60" w:rsidRPr="00311E60" w:rsidRDefault="00311E60" w:rsidP="00311E60">
      <w:pPr>
        <w:pStyle w:val="Normln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311E60">
        <w:rPr>
          <w:rFonts w:ascii="Arial" w:hAnsi="Arial" w:cs="Arial"/>
          <w:sz w:val="20"/>
          <w:szCs w:val="20"/>
        </w:rPr>
        <w:t>není dodavatelem ze třetí země, která nesplňuje podmínku účasti stanovenou v zadávací dokumentaci veřejné zakázky, týkající se oprávnění účastnit se zadávacího řízení pouze dodavatelům se sídlem (nebo místem podnikání) v členském státě Evropské unie, Evropského hospodářského prostoru nebo ve státě s uzavřenou mezinárodní dohodou o přístupu k veřejným zakázkám;</w:t>
      </w:r>
    </w:p>
    <w:p w14:paraId="305B7493" w14:textId="77777777" w:rsidR="00311E60" w:rsidRPr="00311E60" w:rsidRDefault="00311E60" w:rsidP="00311E60">
      <w:pPr>
        <w:pStyle w:val="Normln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311E60">
        <w:rPr>
          <w:rFonts w:ascii="Arial" w:hAnsi="Arial" w:cs="Arial"/>
          <w:sz w:val="20"/>
          <w:szCs w:val="20"/>
        </w:rPr>
        <w:t>jeho nabídka nezahrnuje zboží ani služby pocházející ze třetích zemí, které nesplňují výše uvedenou podmínku;</w:t>
      </w:r>
    </w:p>
    <w:p w14:paraId="3F93F582" w14:textId="77777777" w:rsidR="00311E60" w:rsidRPr="00311E60" w:rsidRDefault="00311E60" w:rsidP="00311E60">
      <w:pPr>
        <w:pStyle w:val="Normln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311E60">
        <w:rPr>
          <w:rFonts w:ascii="Arial" w:hAnsi="Arial" w:cs="Arial"/>
          <w:sz w:val="20"/>
          <w:szCs w:val="20"/>
        </w:rPr>
        <w:t>v případě zapojení poddodavatelů bude spolupracovat pouze s poddodavateli, kteří rovněž splňují uvedenou podmínku.</w:t>
      </w:r>
    </w:p>
    <w:p w14:paraId="13FBE6C3" w14:textId="77777777" w:rsidR="004120DA" w:rsidRPr="00D824E5" w:rsidRDefault="004120DA" w:rsidP="004120DA">
      <w:pPr>
        <w:snapToGrid w:val="0"/>
        <w:spacing w:line="240" w:lineRule="auto"/>
        <w:rPr>
          <w:rFonts w:cs="Arial"/>
          <w:sz w:val="20"/>
          <w:szCs w:val="20"/>
        </w:rPr>
      </w:pPr>
    </w:p>
    <w:p w14:paraId="46061ECE" w14:textId="77777777" w:rsidR="004120DA" w:rsidRPr="00D824E5" w:rsidRDefault="004120DA" w:rsidP="004120DA">
      <w:pPr>
        <w:snapToGrid w:val="0"/>
        <w:spacing w:line="240" w:lineRule="auto"/>
        <w:rPr>
          <w:rFonts w:cs="Arial"/>
          <w:sz w:val="20"/>
          <w:szCs w:val="20"/>
        </w:rPr>
      </w:pPr>
      <w:r w:rsidRPr="00D824E5">
        <w:rPr>
          <w:rFonts w:cs="Arial"/>
          <w:sz w:val="20"/>
          <w:szCs w:val="20"/>
        </w:rPr>
        <w:t>V …………… dne ……………</w:t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  <w:t>……………………………………………</w:t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</w:p>
    <w:p w14:paraId="4323BC23" w14:textId="0142B238" w:rsidR="004120DA" w:rsidRPr="00D824E5" w:rsidRDefault="004120DA" w:rsidP="002A070A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  <w:highlight w:val="yellow"/>
        </w:rPr>
        <w:t>Jméno, podpis</w:t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</w:p>
    <w:sectPr w:rsidR="004120DA" w:rsidRPr="00D824E5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32A60" w14:textId="77777777" w:rsidR="002333B1" w:rsidRDefault="002333B1" w:rsidP="004A044C">
      <w:pPr>
        <w:spacing w:line="240" w:lineRule="auto"/>
      </w:pPr>
      <w:r>
        <w:separator/>
      </w:r>
    </w:p>
  </w:endnote>
  <w:endnote w:type="continuationSeparator" w:id="0">
    <w:p w14:paraId="4051DFE3" w14:textId="77777777" w:rsidR="002333B1" w:rsidRDefault="002333B1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4BE0E" w14:textId="77777777" w:rsidR="00760DD6" w:rsidRDefault="00760D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6E035CA8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760DD6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E2F9B0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6E035CA8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760DD6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81CD" w14:textId="77777777" w:rsidR="00760DD6" w:rsidRDefault="00760D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F32AF" w14:textId="77777777" w:rsidR="002333B1" w:rsidRDefault="002333B1" w:rsidP="004A044C">
      <w:pPr>
        <w:spacing w:line="240" w:lineRule="auto"/>
      </w:pPr>
      <w:r>
        <w:separator/>
      </w:r>
    </w:p>
  </w:footnote>
  <w:footnote w:type="continuationSeparator" w:id="0">
    <w:p w14:paraId="5BD65454" w14:textId="77777777" w:rsidR="002333B1" w:rsidRDefault="002333B1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C290" w14:textId="77777777" w:rsidR="00760DD6" w:rsidRDefault="00760D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2B63" w14:textId="77777777" w:rsidR="00760DD6" w:rsidRDefault="00760D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D505E"/>
    <w:multiLevelType w:val="multilevel"/>
    <w:tmpl w:val="EAD20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3214C"/>
    <w:multiLevelType w:val="multilevel"/>
    <w:tmpl w:val="37344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052B"/>
    <w:rsid w:val="00013DE8"/>
    <w:rsid w:val="00063CF5"/>
    <w:rsid w:val="000725D6"/>
    <w:rsid w:val="00073CCE"/>
    <w:rsid w:val="00095739"/>
    <w:rsid w:val="00095E1C"/>
    <w:rsid w:val="000A73EC"/>
    <w:rsid w:val="000C4F3C"/>
    <w:rsid w:val="000C7F59"/>
    <w:rsid w:val="000F7A22"/>
    <w:rsid w:val="00101773"/>
    <w:rsid w:val="00125813"/>
    <w:rsid w:val="00147316"/>
    <w:rsid w:val="00170CFF"/>
    <w:rsid w:val="001C39F1"/>
    <w:rsid w:val="001C6E92"/>
    <w:rsid w:val="001D0ABF"/>
    <w:rsid w:val="001E3FEB"/>
    <w:rsid w:val="00221397"/>
    <w:rsid w:val="002333B1"/>
    <w:rsid w:val="00240FFA"/>
    <w:rsid w:val="00241EAC"/>
    <w:rsid w:val="00260DDE"/>
    <w:rsid w:val="0026591C"/>
    <w:rsid w:val="002A070A"/>
    <w:rsid w:val="002D5EB1"/>
    <w:rsid w:val="00306548"/>
    <w:rsid w:val="00311E60"/>
    <w:rsid w:val="0031358D"/>
    <w:rsid w:val="00331F3A"/>
    <w:rsid w:val="00353FB2"/>
    <w:rsid w:val="00392423"/>
    <w:rsid w:val="003B3991"/>
    <w:rsid w:val="003D4DF8"/>
    <w:rsid w:val="003F02B2"/>
    <w:rsid w:val="0040708F"/>
    <w:rsid w:val="004120DA"/>
    <w:rsid w:val="00426077"/>
    <w:rsid w:val="0045760E"/>
    <w:rsid w:val="00462009"/>
    <w:rsid w:val="0047111E"/>
    <w:rsid w:val="004A044C"/>
    <w:rsid w:val="004A68D9"/>
    <w:rsid w:val="004C6686"/>
    <w:rsid w:val="00507B10"/>
    <w:rsid w:val="00517E8C"/>
    <w:rsid w:val="00540947"/>
    <w:rsid w:val="00557597"/>
    <w:rsid w:val="005751EE"/>
    <w:rsid w:val="00580EDE"/>
    <w:rsid w:val="00582EBF"/>
    <w:rsid w:val="005964DC"/>
    <w:rsid w:val="005B402A"/>
    <w:rsid w:val="005C64DB"/>
    <w:rsid w:val="005E3326"/>
    <w:rsid w:val="005E779B"/>
    <w:rsid w:val="00615447"/>
    <w:rsid w:val="00633AD3"/>
    <w:rsid w:val="006403A6"/>
    <w:rsid w:val="00656EBF"/>
    <w:rsid w:val="00657FE1"/>
    <w:rsid w:val="00677ABA"/>
    <w:rsid w:val="006C53A2"/>
    <w:rsid w:val="006E2395"/>
    <w:rsid w:val="006F2635"/>
    <w:rsid w:val="0071483B"/>
    <w:rsid w:val="007476D3"/>
    <w:rsid w:val="00760DD6"/>
    <w:rsid w:val="00763AFC"/>
    <w:rsid w:val="00785C3E"/>
    <w:rsid w:val="00791887"/>
    <w:rsid w:val="00797FC1"/>
    <w:rsid w:val="007B0AEB"/>
    <w:rsid w:val="00824631"/>
    <w:rsid w:val="00837F75"/>
    <w:rsid w:val="0085182A"/>
    <w:rsid w:val="008650CD"/>
    <w:rsid w:val="008E311B"/>
    <w:rsid w:val="008E64CD"/>
    <w:rsid w:val="008F4FC4"/>
    <w:rsid w:val="008F6A0E"/>
    <w:rsid w:val="00903B29"/>
    <w:rsid w:val="009123D4"/>
    <w:rsid w:val="00932EB1"/>
    <w:rsid w:val="009876AE"/>
    <w:rsid w:val="009969EB"/>
    <w:rsid w:val="009A699B"/>
    <w:rsid w:val="009F78D0"/>
    <w:rsid w:val="00A037B7"/>
    <w:rsid w:val="00A15D6B"/>
    <w:rsid w:val="00A31EB3"/>
    <w:rsid w:val="00A45E22"/>
    <w:rsid w:val="00A706BB"/>
    <w:rsid w:val="00A77944"/>
    <w:rsid w:val="00AA676B"/>
    <w:rsid w:val="00AB233A"/>
    <w:rsid w:val="00AB3597"/>
    <w:rsid w:val="00AC5222"/>
    <w:rsid w:val="00AF22E6"/>
    <w:rsid w:val="00AF52A6"/>
    <w:rsid w:val="00B04E80"/>
    <w:rsid w:val="00B25962"/>
    <w:rsid w:val="00B270C4"/>
    <w:rsid w:val="00B3083B"/>
    <w:rsid w:val="00B34585"/>
    <w:rsid w:val="00B54437"/>
    <w:rsid w:val="00B64B8C"/>
    <w:rsid w:val="00BB6EA3"/>
    <w:rsid w:val="00BC0A5A"/>
    <w:rsid w:val="00BC0BD0"/>
    <w:rsid w:val="00BD31CD"/>
    <w:rsid w:val="00C070C0"/>
    <w:rsid w:val="00C207E1"/>
    <w:rsid w:val="00C26BA0"/>
    <w:rsid w:val="00C42A17"/>
    <w:rsid w:val="00C7652B"/>
    <w:rsid w:val="00C959C9"/>
    <w:rsid w:val="00C9683B"/>
    <w:rsid w:val="00CC227C"/>
    <w:rsid w:val="00CE2490"/>
    <w:rsid w:val="00D173B5"/>
    <w:rsid w:val="00D21F38"/>
    <w:rsid w:val="00D22279"/>
    <w:rsid w:val="00D271E1"/>
    <w:rsid w:val="00D47E6C"/>
    <w:rsid w:val="00D7460B"/>
    <w:rsid w:val="00D7639E"/>
    <w:rsid w:val="00D824E5"/>
    <w:rsid w:val="00D9237F"/>
    <w:rsid w:val="00DE56F9"/>
    <w:rsid w:val="00E01B24"/>
    <w:rsid w:val="00E1346F"/>
    <w:rsid w:val="00E33C78"/>
    <w:rsid w:val="00E3756C"/>
    <w:rsid w:val="00E87CBA"/>
    <w:rsid w:val="00E94005"/>
    <w:rsid w:val="00EA4DB2"/>
    <w:rsid w:val="00EE3117"/>
    <w:rsid w:val="00EE60B1"/>
    <w:rsid w:val="00F35A66"/>
    <w:rsid w:val="00F37091"/>
    <w:rsid w:val="00F66A9D"/>
    <w:rsid w:val="00F711E0"/>
    <w:rsid w:val="00F73459"/>
    <w:rsid w:val="00F84C31"/>
    <w:rsid w:val="00FE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C52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2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222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7F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7F75"/>
    <w:rPr>
      <w:rFonts w:ascii="Arial" w:hAnsi="Arial"/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633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</TotalTime>
  <Pages>2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Radka Chladová</cp:lastModifiedBy>
  <cp:revision>2</cp:revision>
  <cp:lastPrinted>2025-02-20T13:28:00Z</cp:lastPrinted>
  <dcterms:created xsi:type="dcterms:W3CDTF">2026-02-04T13:46:00Z</dcterms:created>
  <dcterms:modified xsi:type="dcterms:W3CDTF">2026-02-04T13:46:00Z</dcterms:modified>
</cp:coreProperties>
</file>